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12FEEF30" w:rsidR="003B25D1" w:rsidRDefault="006A2ECA" w:rsidP="001A67C6">
            <w:pPr>
              <w:pStyle w:val="Pealkiri4"/>
              <w:framePr w:w="0" w:hRule="auto" w:wrap="auto" w:vAnchor="margin" w:hAnchor="text" w:xAlign="left" w:yAlign="inline"/>
              <w:rPr>
                <w:szCs w:val="24"/>
              </w:rPr>
            </w:pPr>
            <w:r>
              <w:rPr>
                <w:szCs w:val="24"/>
              </w:rPr>
              <w:t>KINNISVARAOSAKOND</w:t>
            </w:r>
          </w:p>
          <w:p w14:paraId="0BE6BC1B" w14:textId="58099A20" w:rsidR="001A67C6" w:rsidRDefault="006E69F6" w:rsidP="001A67C6">
            <w:pPr>
              <w:pStyle w:val="Pealkiri4"/>
              <w:framePr w:w="0" w:hRule="auto" w:wrap="auto" w:vAnchor="margin" w:hAnchor="text" w:xAlign="left" w:yAlign="inline"/>
              <w:rPr>
                <w:szCs w:val="24"/>
              </w:rPr>
            </w:pPr>
            <w:r>
              <w:rPr>
                <w:szCs w:val="24"/>
              </w:rPr>
              <w:t>JUHATAJA</w:t>
            </w:r>
          </w:p>
          <w:p w14:paraId="2DCB091D" w14:textId="65BC1980" w:rsidR="001A67C6" w:rsidRPr="006F29B1" w:rsidRDefault="001A67C6" w:rsidP="001A67C6">
            <w:pPr>
              <w:pStyle w:val="Pealkiri4"/>
              <w:framePr w:w="0" w:hRule="auto" w:wrap="auto" w:vAnchor="margin" w:hAnchor="text" w:xAlign="left" w:yAlign="inline"/>
            </w:pPr>
            <w:r w:rsidRPr="006F29B1">
              <w:rPr>
                <w:szCs w:val="24"/>
              </w:rPr>
              <w:t>KÄSKKIRI</w:t>
            </w:r>
            <w:r w:rsidR="00452496">
              <w:rPr>
                <w:szCs w:val="24"/>
              </w:rPr>
              <w:t xml:space="preserve"> </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26A90" w:rsidRDefault="001A67C6" w:rsidP="001A67C6">
            <w:pPr>
              <w:pStyle w:val="Pealkiri4"/>
              <w:framePr w:w="0" w:hRule="auto" w:wrap="auto" w:vAnchor="margin" w:hAnchor="text" w:xAlign="left" w:yAlign="inline"/>
              <w:rPr>
                <w:rFonts w:ascii="Times New Roman" w:hAnsi="Times New Roman" w:cs="Times New Roman"/>
                <w:b w:val="0"/>
                <w:bCs w:val="0"/>
              </w:rPr>
            </w:pPr>
          </w:p>
          <w:p w14:paraId="357B6626" w14:textId="77777777" w:rsidR="001A67C6" w:rsidRPr="00626A90" w:rsidRDefault="001A67C6" w:rsidP="001A67C6"/>
        </w:tc>
        <w:tc>
          <w:tcPr>
            <w:tcW w:w="4314" w:type="dxa"/>
            <w:tcBorders>
              <w:bottom w:val="nil"/>
            </w:tcBorders>
          </w:tcPr>
          <w:p w14:paraId="261838D5" w14:textId="65962D68" w:rsidR="00626A90" w:rsidRPr="00626A90" w:rsidRDefault="00F73DA0" w:rsidP="00626A90">
            <w:pPr>
              <w:pStyle w:val="Pealkiri4"/>
              <w:framePr w:w="0" w:hRule="auto" w:wrap="auto" w:vAnchor="margin" w:hAnchor="text" w:xAlign="left" w:yAlign="inline"/>
              <w:rPr>
                <w:rFonts w:ascii="Times New Roman" w:hAnsi="Times New Roman" w:cs="Times New Roman"/>
                <w:b w:val="0"/>
                <w:bCs w:val="0"/>
                <w:szCs w:val="24"/>
              </w:rPr>
            </w:pPr>
            <w:r w:rsidRPr="00626A90">
              <w:rPr>
                <w:rFonts w:ascii="Times New Roman" w:hAnsi="Times New Roman" w:cs="Times New Roman"/>
                <w:b w:val="0"/>
                <w:bCs w:val="0"/>
              </w:rPr>
              <w:t>(digitaalallkirja kuupäev)</w:t>
            </w:r>
            <w:r w:rsidR="001A67C6" w:rsidRPr="00626A90">
              <w:rPr>
                <w:rFonts w:ascii="Times New Roman" w:hAnsi="Times New Roman" w:cs="Times New Roman"/>
                <w:b w:val="0"/>
                <w:bCs w:val="0"/>
              </w:rPr>
              <w:t xml:space="preserve"> nr </w:t>
            </w:r>
            <w:r w:rsidR="006E69F6">
              <w:rPr>
                <w:rFonts w:ascii="Times New Roman" w:hAnsi="Times New Roman" w:cs="Times New Roman"/>
                <w:b w:val="0"/>
                <w:bCs w:val="0"/>
              </w:rPr>
              <w:t>9-49</w:t>
            </w:r>
            <w:r w:rsidR="00626A90" w:rsidRPr="00626A90">
              <w:rPr>
                <w:rFonts w:ascii="Times New Roman" w:hAnsi="Times New Roman" w:cs="Times New Roman"/>
                <w:b w:val="0"/>
                <w:bCs w:val="0"/>
                <w:szCs w:val="24"/>
              </w:rPr>
              <w:t>/</w:t>
            </w:r>
            <w:r w:rsidR="00B6560F">
              <w:rPr>
                <w:rFonts w:ascii="Times New Roman" w:hAnsi="Times New Roman" w:cs="Times New Roman"/>
                <w:b w:val="0"/>
                <w:bCs w:val="0"/>
                <w:szCs w:val="24"/>
              </w:rPr>
              <w:t>65</w:t>
            </w:r>
          </w:p>
          <w:p w14:paraId="5A0A7E98" w14:textId="0A491C19" w:rsidR="001A67C6" w:rsidRPr="00626A90" w:rsidRDefault="001A67C6" w:rsidP="00BA24BA"/>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1BECE865" w14:textId="77777777" w:rsidR="00BC7E3D" w:rsidRDefault="00BC7E3D" w:rsidP="00BC7E3D">
      <w:pPr>
        <w:jc w:val="both"/>
        <w:rPr>
          <w:b/>
          <w:bCs/>
          <w:szCs w:val="24"/>
        </w:rPr>
      </w:pPr>
      <w:r>
        <w:rPr>
          <w:b/>
          <w:bCs/>
          <w:szCs w:val="24"/>
        </w:rPr>
        <w:t xml:space="preserve">Isikliku kasutusõiguse seadmine </w:t>
      </w:r>
    </w:p>
    <w:p w14:paraId="6A9C194B" w14:textId="14CE14C9" w:rsidR="00BC7E3D" w:rsidRDefault="00244096" w:rsidP="00BC7E3D">
      <w:pPr>
        <w:jc w:val="both"/>
        <w:rPr>
          <w:b/>
          <w:bCs/>
          <w:szCs w:val="24"/>
        </w:rPr>
      </w:pPr>
      <w:r>
        <w:rPr>
          <w:b/>
          <w:bCs/>
          <w:szCs w:val="24"/>
        </w:rPr>
        <w:t>Räpina metskond 35</w:t>
      </w:r>
      <w:r w:rsidR="00BC7E3D">
        <w:rPr>
          <w:b/>
          <w:bCs/>
          <w:szCs w:val="24"/>
        </w:rPr>
        <w:t xml:space="preserve"> kinnisasjale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418EA3F4" w14:textId="1EDFCE7D" w:rsidR="00F661DB" w:rsidRDefault="008E0E68" w:rsidP="004848B6">
      <w:pPr>
        <w:jc w:val="both"/>
        <w:rPr>
          <w:szCs w:val="24"/>
        </w:rPr>
      </w:pPr>
      <w:r>
        <w:rPr>
          <w:szCs w:val="24"/>
        </w:rPr>
        <w:t>Räpina</w:t>
      </w:r>
      <w:r w:rsidR="000A0C1A">
        <w:rPr>
          <w:szCs w:val="24"/>
        </w:rPr>
        <w:t xml:space="preserve"> </w:t>
      </w:r>
      <w:r w:rsidR="00C95C19">
        <w:rPr>
          <w:szCs w:val="24"/>
        </w:rPr>
        <w:t xml:space="preserve">Vallavalitsus </w:t>
      </w:r>
      <w:r w:rsidR="003039FD">
        <w:rPr>
          <w:szCs w:val="24"/>
        </w:rPr>
        <w:t>edastas</w:t>
      </w:r>
      <w:r w:rsidR="00EA20B9">
        <w:rPr>
          <w:szCs w:val="24"/>
        </w:rPr>
        <w:t xml:space="preserve"> </w:t>
      </w:r>
      <w:r w:rsidR="003039FD">
        <w:rPr>
          <w:szCs w:val="24"/>
        </w:rPr>
        <w:t>03</w:t>
      </w:r>
      <w:r w:rsidR="00EA20B9">
        <w:rPr>
          <w:szCs w:val="24"/>
        </w:rPr>
        <w:t>.</w:t>
      </w:r>
      <w:r w:rsidR="00F0739E">
        <w:rPr>
          <w:szCs w:val="24"/>
        </w:rPr>
        <w:t>0</w:t>
      </w:r>
      <w:r w:rsidR="003039FD">
        <w:rPr>
          <w:szCs w:val="24"/>
        </w:rPr>
        <w:t>3</w:t>
      </w:r>
      <w:r w:rsidR="00C95C19">
        <w:rPr>
          <w:szCs w:val="24"/>
        </w:rPr>
        <w:t>.202</w:t>
      </w:r>
      <w:r w:rsidR="00F0739E">
        <w:rPr>
          <w:szCs w:val="24"/>
        </w:rPr>
        <w:t>5</w:t>
      </w:r>
      <w:r w:rsidR="00C95C19">
        <w:rPr>
          <w:szCs w:val="24"/>
        </w:rPr>
        <w:t xml:space="preserve"> </w:t>
      </w:r>
      <w:r w:rsidR="008C2757">
        <w:rPr>
          <w:szCs w:val="24"/>
        </w:rPr>
        <w:t>vallavalitsuse 12.02.2025 korralduse nr 2-3/105</w:t>
      </w:r>
      <w:r w:rsidR="00C562BC">
        <w:rPr>
          <w:szCs w:val="24"/>
        </w:rPr>
        <w:t xml:space="preserve"> „Isikliku kasutusõiguse seadmine“</w:t>
      </w:r>
      <w:r w:rsidR="005C4437">
        <w:rPr>
          <w:szCs w:val="24"/>
        </w:rPr>
        <w:t>, millega soovitakse seada</w:t>
      </w:r>
      <w:r w:rsidR="004848B6">
        <w:t xml:space="preserve"> isiklik kasutusõigus </w:t>
      </w:r>
      <w:r w:rsidR="005C4437">
        <w:t>Räpina</w:t>
      </w:r>
      <w:r w:rsidR="00F661DB">
        <w:rPr>
          <w:szCs w:val="24"/>
        </w:rPr>
        <w:t xml:space="preserve"> valla kasuks </w:t>
      </w:r>
      <w:r w:rsidR="007C1B11">
        <w:rPr>
          <w:szCs w:val="24"/>
        </w:rPr>
        <w:t xml:space="preserve">Põlva </w:t>
      </w:r>
      <w:r w:rsidR="00F661DB">
        <w:rPr>
          <w:szCs w:val="24"/>
        </w:rPr>
        <w:t>maakonnas</w:t>
      </w:r>
      <w:r w:rsidR="00AC4DBA">
        <w:rPr>
          <w:szCs w:val="24"/>
        </w:rPr>
        <w:t xml:space="preserve"> </w:t>
      </w:r>
      <w:r w:rsidR="007C1B11">
        <w:rPr>
          <w:szCs w:val="24"/>
        </w:rPr>
        <w:t xml:space="preserve">Räpina </w:t>
      </w:r>
      <w:r w:rsidR="00AC4DBA">
        <w:rPr>
          <w:szCs w:val="24"/>
        </w:rPr>
        <w:t xml:space="preserve">vallas </w:t>
      </w:r>
      <w:r w:rsidR="007C1B11">
        <w:rPr>
          <w:szCs w:val="24"/>
        </w:rPr>
        <w:t>Ristipalo</w:t>
      </w:r>
      <w:r w:rsidR="0012242F">
        <w:rPr>
          <w:szCs w:val="24"/>
        </w:rPr>
        <w:t xml:space="preserve"> </w:t>
      </w:r>
      <w:r w:rsidR="00F661DB">
        <w:rPr>
          <w:szCs w:val="24"/>
        </w:rPr>
        <w:t xml:space="preserve">külas olevale </w:t>
      </w:r>
      <w:r w:rsidR="00DC7A58">
        <w:rPr>
          <w:szCs w:val="24"/>
        </w:rPr>
        <w:t>Räpina</w:t>
      </w:r>
      <w:r w:rsidR="00F661DB">
        <w:rPr>
          <w:szCs w:val="24"/>
        </w:rPr>
        <w:t xml:space="preserve"> metskond </w:t>
      </w:r>
      <w:r w:rsidR="00DC7A58">
        <w:rPr>
          <w:szCs w:val="24"/>
        </w:rPr>
        <w:t>35</w:t>
      </w:r>
      <w:r w:rsidR="0012242F">
        <w:rPr>
          <w:szCs w:val="24"/>
        </w:rPr>
        <w:t xml:space="preserve"> </w:t>
      </w:r>
      <w:r w:rsidR="00F661DB">
        <w:rPr>
          <w:szCs w:val="24"/>
        </w:rPr>
        <w:t xml:space="preserve">kinnisasjale (katastritunnus </w:t>
      </w:r>
      <w:r w:rsidR="006C621B">
        <w:rPr>
          <w:szCs w:val="24"/>
        </w:rPr>
        <w:t>70701:001:0533</w:t>
      </w:r>
      <w:r w:rsidR="00F661DB">
        <w:rPr>
          <w:szCs w:val="24"/>
        </w:rPr>
        <w:t xml:space="preserve">), mille valitseja on Kliimaministeerium ja volitatud asutus Riigimetsa Majandamise Keskus (edaspidi </w:t>
      </w:r>
      <w:r w:rsidR="00F661DB" w:rsidRPr="001C3C39">
        <w:rPr>
          <w:i/>
          <w:szCs w:val="24"/>
        </w:rPr>
        <w:t>RMK</w:t>
      </w:r>
      <w:r w:rsidR="00F661DB">
        <w:rPr>
          <w:szCs w:val="24"/>
        </w:rPr>
        <w:t>).</w:t>
      </w:r>
    </w:p>
    <w:p w14:paraId="0BDF27BA" w14:textId="183494E5" w:rsidR="00C95C19" w:rsidRDefault="00C95C19" w:rsidP="00C95C19">
      <w:pPr>
        <w:jc w:val="both"/>
        <w:rPr>
          <w:szCs w:val="24"/>
        </w:rPr>
      </w:pPr>
    </w:p>
    <w:p w14:paraId="3228EBE9" w14:textId="40E592DB" w:rsidR="00C95C19" w:rsidRDefault="00C95C19" w:rsidP="00C95C19">
      <w:pPr>
        <w:jc w:val="both"/>
      </w:pPr>
      <w:r w:rsidRPr="007F71FD">
        <w:t xml:space="preserve">Isikliku kasutusõiguse seadmist taotletakse </w:t>
      </w:r>
      <w:r w:rsidR="00451CB2">
        <w:t>Räpina</w:t>
      </w:r>
      <w:r w:rsidR="00D6589B">
        <w:t xml:space="preserve"> </w:t>
      </w:r>
      <w:r w:rsidR="00754E10">
        <w:t xml:space="preserve">metskond </w:t>
      </w:r>
      <w:r w:rsidR="00451CB2">
        <w:t>35</w:t>
      </w:r>
      <w:r w:rsidR="00D6589B">
        <w:t xml:space="preserve"> </w:t>
      </w:r>
      <w:r>
        <w:t xml:space="preserve">kinnisasja läbiva </w:t>
      </w:r>
      <w:r w:rsidR="00451CB2">
        <w:t xml:space="preserve">Keskuse põik </w:t>
      </w:r>
      <w:r w:rsidR="00533681">
        <w:t>tee</w:t>
      </w:r>
      <w:r w:rsidR="00D0292F">
        <w:t xml:space="preserve"> (7070068) </w:t>
      </w:r>
      <w:r>
        <w:t xml:space="preserve">avaliku kasutamise tagamiseks. Taotletava isikliku kasutusõiguse ala </w:t>
      </w:r>
      <w:r w:rsidRPr="00913527">
        <w:t xml:space="preserve">suurus on </w:t>
      </w:r>
      <w:r w:rsidR="00F404A4">
        <w:t>1045</w:t>
      </w:r>
      <w:r w:rsidR="00CB47F1">
        <w:t xml:space="preserve"> </w:t>
      </w:r>
      <w:r w:rsidR="006E2ADC" w:rsidRPr="00913527">
        <w:t>m²</w:t>
      </w:r>
      <w:r w:rsidRPr="00913527">
        <w:t>.</w:t>
      </w:r>
      <w:r>
        <w:t xml:space="preserve"> </w:t>
      </w:r>
    </w:p>
    <w:p w14:paraId="66EF1518" w14:textId="77777777" w:rsidR="00C95C19" w:rsidRDefault="00C95C19" w:rsidP="00C95C19">
      <w:pPr>
        <w:jc w:val="both"/>
      </w:pPr>
    </w:p>
    <w:p w14:paraId="7D09368C" w14:textId="77777777" w:rsidR="00C95C19" w:rsidRDefault="00C95C19" w:rsidP="00C95C19">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657E8A39" w14:textId="77777777" w:rsidR="00C95C19" w:rsidRDefault="00C95C19" w:rsidP="00C95C19">
      <w:pPr>
        <w:pStyle w:val="Kehatekst"/>
        <w:spacing w:after="0"/>
        <w:jc w:val="both"/>
        <w:rPr>
          <w:szCs w:val="24"/>
        </w:rPr>
      </w:pPr>
    </w:p>
    <w:p w14:paraId="4289A62A" w14:textId="32DE5FA6" w:rsidR="00C95C19" w:rsidRDefault="00C95C19" w:rsidP="00C95C19">
      <w:pPr>
        <w:pStyle w:val="Default"/>
        <w:jc w:val="both"/>
      </w:pPr>
      <w:r w:rsidRPr="007F71FD">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w:t>
      </w:r>
      <w:r w:rsidRPr="00951653">
        <w:t xml:space="preserve">Kohaliku omavalitsuse korralduse seaduse § 6 lõike 1 kohaselt on omavalitsusüksuse ülesanne korraldada valla teede ehitamist ja korrashoidu. </w:t>
      </w:r>
      <w:r w:rsidRPr="004D088C">
        <w:t xml:space="preserve">Lähtuvalt eeltoodust on põhjendatud </w:t>
      </w:r>
      <w:r w:rsidR="00F404A4">
        <w:t>Räpina</w:t>
      </w:r>
      <w:r>
        <w:t xml:space="preserve"> valla</w:t>
      </w:r>
      <w:r w:rsidRPr="004D088C">
        <w:t xml:space="preserve"> kasuks tasuta isikliku kasutusõiguse seadmine. </w:t>
      </w:r>
    </w:p>
    <w:p w14:paraId="6F1F7260" w14:textId="77777777" w:rsidR="006E2ADC" w:rsidRDefault="006E2ADC" w:rsidP="00C95C19">
      <w:pPr>
        <w:pStyle w:val="Default"/>
        <w:jc w:val="both"/>
      </w:pPr>
    </w:p>
    <w:p w14:paraId="35B883F5" w14:textId="1CEE0B47" w:rsidR="00C95C19" w:rsidRDefault="00C95C19" w:rsidP="00C95C19">
      <w:pPr>
        <w:pStyle w:val="Default"/>
        <w:jc w:val="both"/>
      </w:pPr>
      <w:r w:rsidRPr="004D088C">
        <w:t>RVS § 18</w:t>
      </w:r>
      <w:r w:rsidRPr="007F71FD">
        <w:t xml:space="preserve"> lõike 5 kohaselt peab riigivara valitseja kasutuslepingus sätestama, et asjaga seotud kõrvalkulud, maksud ja koormised katab kasutaja proportsionaalselt kasutusõiguse ulatusega. </w:t>
      </w:r>
      <w:r w:rsidRPr="003A302B">
        <w:t xml:space="preserve">Antud juhul on </w:t>
      </w:r>
      <w:r w:rsidRPr="003A302B">
        <w:rPr>
          <w:color w:val="auto"/>
        </w:rPr>
        <w:t xml:space="preserve">maamaks proportsionaalselt kasutusõiguse ulatusega </w:t>
      </w:r>
      <w:r w:rsidR="00F404A4">
        <w:rPr>
          <w:color w:val="auto"/>
        </w:rPr>
        <w:t>Räpina</w:t>
      </w:r>
      <w:r>
        <w:rPr>
          <w:color w:val="auto"/>
        </w:rPr>
        <w:t xml:space="preserve"> metskond </w:t>
      </w:r>
      <w:r w:rsidR="00F404A4">
        <w:rPr>
          <w:color w:val="auto"/>
        </w:rPr>
        <w:t>35</w:t>
      </w:r>
      <w:r w:rsidR="003D1696">
        <w:rPr>
          <w:color w:val="auto"/>
        </w:rPr>
        <w:t xml:space="preserve"> </w:t>
      </w:r>
      <w:r>
        <w:rPr>
          <w:color w:val="auto"/>
        </w:rPr>
        <w:t xml:space="preserve">kinnisasjal </w:t>
      </w:r>
      <w:r w:rsidR="000A30A0">
        <w:rPr>
          <w:color w:val="auto"/>
        </w:rPr>
        <w:t>0,</w:t>
      </w:r>
      <w:r w:rsidR="004B3545">
        <w:rPr>
          <w:color w:val="auto"/>
        </w:rPr>
        <w:t>8</w:t>
      </w:r>
      <w:r w:rsidR="00C63118">
        <w:rPr>
          <w:color w:val="auto"/>
        </w:rPr>
        <w:t>0</w:t>
      </w:r>
      <w:r w:rsidRPr="007F25C4">
        <w:rPr>
          <w:color w:val="auto"/>
        </w:rPr>
        <w:t xml:space="preserve"> eurot</w:t>
      </w:r>
      <w:r w:rsidRPr="003F7569">
        <w:rPr>
          <w:color w:val="auto"/>
        </w:rPr>
        <w:t xml:space="preserve"> aastas.</w:t>
      </w:r>
      <w:r w:rsidRPr="003F7569">
        <w:t xml:space="preserve"> RVS § 8 lõike 4 kohaselt peab riigivara valitseja juhinduma põhimõttest, et tehes riigivaraga mis tahes toiminguid või tehinguid tuleb suurendada kasu ja vältida kahju, mis riik võib nendest toimingutest või tehingutest saada. </w:t>
      </w:r>
      <w:r w:rsidRPr="00951653">
        <w:t xml:space="preserve">Kuivõrd kasutusõiguse ala maamaks on võrreldes arve esitamise menetluskulude ja töömahuga ebamõistlikult väike, ei sätestata kasutuslepingus </w:t>
      </w:r>
      <w:r w:rsidR="00395940">
        <w:t>Räpina</w:t>
      </w:r>
      <w:r>
        <w:t xml:space="preserve"> vallale</w:t>
      </w:r>
      <w:r w:rsidRPr="00951653">
        <w:t xml:space="preserve"> kohustust tasuda maamaksu proportsionaalselt kasutusõiguse ulatusega. Maamaksu muutumise korral on riigil õigus nõuda </w:t>
      </w:r>
      <w:r w:rsidR="00395940">
        <w:t>Räpina</w:t>
      </w:r>
      <w:r>
        <w:t xml:space="preserve"> vallalt m</w:t>
      </w:r>
      <w:r w:rsidRPr="00951653">
        <w:t>aamaksu tasumist proportsionaalselt kasutusõiguse ulatusega.</w:t>
      </w:r>
    </w:p>
    <w:p w14:paraId="02AB1AA9" w14:textId="77777777" w:rsidR="00C95C19" w:rsidRDefault="00C95C19" w:rsidP="00C95C19">
      <w:pPr>
        <w:pStyle w:val="Default"/>
        <w:jc w:val="both"/>
      </w:pPr>
    </w:p>
    <w:p w14:paraId="792A71E6" w14:textId="52DBB560" w:rsidR="00C95C19" w:rsidRPr="007F71FD" w:rsidRDefault="00C95C19" w:rsidP="00C95C19">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 xml:space="preserve">püsimise aega kinnisasjal kasutusõiguse seadmise hetkel võimalik määratleda, mistõttu ei ole põhjendatud anda riigivara kasutamiseks tähtajaliselt. </w:t>
      </w:r>
    </w:p>
    <w:p w14:paraId="6C6080B6" w14:textId="77777777" w:rsidR="00C95C19" w:rsidRPr="007F71FD" w:rsidRDefault="00C95C19" w:rsidP="00C95C19">
      <w:pPr>
        <w:pStyle w:val="Default"/>
      </w:pPr>
    </w:p>
    <w:p w14:paraId="46F62578" w14:textId="77777777" w:rsidR="00C95C19" w:rsidRPr="007F71FD" w:rsidRDefault="00C95C19" w:rsidP="00C95C19">
      <w:pPr>
        <w:pStyle w:val="Default"/>
        <w:jc w:val="both"/>
      </w:pPr>
    </w:p>
    <w:p w14:paraId="6C0854BE" w14:textId="754344E9" w:rsidR="00C95C19" w:rsidRDefault="00C95C19" w:rsidP="00C95C19">
      <w:pPr>
        <w:pStyle w:val="Default"/>
        <w:jc w:val="both"/>
      </w:pPr>
      <w:r w:rsidRPr="007F71FD">
        <w:lastRenderedPageBreak/>
        <w:t xml:space="preserve">Kuivõrd tegemist on avalikes huvides vajaliku </w:t>
      </w:r>
      <w:r>
        <w:t>teega</w:t>
      </w:r>
      <w:r w:rsidRPr="007F71FD">
        <w:t xml:space="preserve">, siis on põhjendatud tasuta tähtajatu isikliku kasutusõiguse seadmine </w:t>
      </w:r>
      <w:r w:rsidR="00395940">
        <w:t>Räpina</w:t>
      </w:r>
      <w:r>
        <w:t xml:space="preserve"> valla</w:t>
      </w:r>
      <w:r w:rsidRPr="007F71FD">
        <w:t xml:space="preserve"> kasuks.</w:t>
      </w:r>
    </w:p>
    <w:p w14:paraId="6406AD72" w14:textId="77777777" w:rsidR="007C34FC" w:rsidRDefault="007C34FC" w:rsidP="00C95C19">
      <w:pPr>
        <w:pStyle w:val="Default"/>
        <w:jc w:val="both"/>
      </w:pPr>
    </w:p>
    <w:p w14:paraId="724181F2" w14:textId="35F265EF" w:rsidR="007C34FC" w:rsidRDefault="00D03AC7" w:rsidP="00C95C19">
      <w:pPr>
        <w:pStyle w:val="Default"/>
        <w:jc w:val="both"/>
      </w:pPr>
      <w:r>
        <w:t xml:space="preserve">Räpina metskond 35 kinnisasja kinnistusraamatu registriosa nr 5672650 III jakku on sisse kantud isiklik kasutusõigus </w:t>
      </w:r>
      <w:r w:rsidR="00BB0068">
        <w:t>aktsiaselts PÕLVA VESI (registrikood 10151183) kasuks.</w:t>
      </w:r>
    </w:p>
    <w:p w14:paraId="16A7E94C" w14:textId="77777777" w:rsidR="00C95C19" w:rsidRDefault="00C95C19" w:rsidP="00C95C19">
      <w:pPr>
        <w:pStyle w:val="Default"/>
        <w:jc w:val="both"/>
      </w:pPr>
    </w:p>
    <w:p w14:paraId="11793437" w14:textId="75450DCD" w:rsidR="00F17DE7" w:rsidRPr="00B80339" w:rsidRDefault="00F17DE7" w:rsidP="00F17DE7">
      <w:pPr>
        <w:pStyle w:val="Pealkiri1"/>
        <w:shd w:val="clear" w:color="auto" w:fill="FFFFFF"/>
        <w:spacing w:after="240"/>
        <w:jc w:val="both"/>
        <w:rPr>
          <w:b w:val="0"/>
          <w:bCs/>
          <w:szCs w:val="24"/>
        </w:rPr>
      </w:pPr>
      <w:r w:rsidRPr="00B80339">
        <w:rPr>
          <w:b w:val="0"/>
          <w:bCs/>
          <w:szCs w:val="24"/>
        </w:rPr>
        <w:t xml:space="preserve">Tulenevalt eeltoodust ja lähtudes metsaseaduse §-st 56 lg 1 punktist 2, </w:t>
      </w:r>
      <w:r w:rsidRPr="00B80339">
        <w:rPr>
          <w:b w:val="0"/>
          <w:bCs/>
        </w:rPr>
        <w:t xml:space="preserve">riigivaraseaduse </w:t>
      </w:r>
      <w:r w:rsidRPr="00B80339">
        <w:rPr>
          <w:b w:val="0"/>
          <w:bCs/>
          <w:szCs w:val="24"/>
        </w:rPr>
        <w:t xml:space="preserve">§ 2 lg 4, </w:t>
      </w:r>
      <w:r w:rsidRPr="00B80339">
        <w:rPr>
          <w:b w:val="0"/>
          <w:bCs/>
        </w:rPr>
        <w:t xml:space="preserve">§ 14 lõikest 2, § 17 lõike 1 punktist 3, § 18 lõigetest 1 ja 5 ning lõike 2 punktist 1, § 19 lõigetest 1 ja 5, § 20 lõigetest 1 ja 2, § 21 lõike 1 punktidest 1, 3, 4, 5, 8, § 23 lõikest 1, § 26 lõigetest 1, 3 ja 4, § 63 lõikest 1, asjaõigusseaduse § 225 lõikest 1, kohaliku omavalitsuse korralduse seaduse § 6 lõikest 1 ja kooskõlas maakatastriseaduse § 19¹ lõikega 2 ning kliimaministri 03.07.2023 määrusega nr 36 </w:t>
      </w:r>
      <w:r>
        <w:rPr>
          <w:b w:val="0"/>
          <w:bCs/>
        </w:rPr>
        <w:t>„</w:t>
      </w:r>
      <w:r w:rsidRPr="00B80339">
        <w:rPr>
          <w:b w:val="0"/>
          <w:bCs/>
          <w:color w:val="000000"/>
          <w:szCs w:val="24"/>
        </w:rPr>
        <w:t>Keskkonnaministri määruste muutmine seoses Keskkonnaministeeriumi ümberkorraldamisega Kliimaministeeriumiks</w:t>
      </w:r>
      <w:r>
        <w:rPr>
          <w:b w:val="0"/>
          <w:bCs/>
          <w:color w:val="000000"/>
          <w:szCs w:val="24"/>
        </w:rPr>
        <w:t xml:space="preserve">“ muudetud </w:t>
      </w:r>
      <w:r w:rsidRPr="00B80339">
        <w:rPr>
          <w:b w:val="0"/>
          <w:bCs/>
        </w:rPr>
        <w:t>28.04.2010 määrus</w:t>
      </w:r>
      <w:r>
        <w:rPr>
          <w:b w:val="0"/>
          <w:bCs/>
        </w:rPr>
        <w:t>est</w:t>
      </w:r>
      <w:r w:rsidRPr="00B80339">
        <w:rPr>
          <w:b w:val="0"/>
          <w:bCs/>
        </w:rPr>
        <w:t xml:space="preserve"> nr 14 "Kliimaministeeriumi valitsemisel oleva kinnisvara kasutamiseks andmise ja võõrandamise kord“</w:t>
      </w:r>
      <w:r w:rsidRPr="00B80339">
        <w:rPr>
          <w:b w:val="0"/>
          <w:bCs/>
          <w:szCs w:val="24"/>
        </w:rPr>
        <w:t>, keskkonnaministri 11.05.2021 käskkirjast nr 1-2/21/234</w:t>
      </w:r>
      <w:r>
        <w:rPr>
          <w:b w:val="0"/>
          <w:bCs/>
          <w:szCs w:val="24"/>
        </w:rPr>
        <w:t xml:space="preserve"> „Volituste andmine“</w:t>
      </w:r>
      <w:r w:rsidRPr="00B80339">
        <w:rPr>
          <w:b w:val="0"/>
          <w:bCs/>
          <w:szCs w:val="24"/>
        </w:rPr>
        <w:t xml:space="preserve">, RMK juhatuse </w:t>
      </w:r>
      <w:r w:rsidR="00DE7888">
        <w:rPr>
          <w:b w:val="0"/>
          <w:bCs/>
          <w:szCs w:val="24"/>
        </w:rPr>
        <w:t>11</w:t>
      </w:r>
      <w:r w:rsidRPr="00B80339">
        <w:rPr>
          <w:b w:val="0"/>
          <w:bCs/>
          <w:szCs w:val="24"/>
        </w:rPr>
        <w:t>.0</w:t>
      </w:r>
      <w:r w:rsidR="00DE7888">
        <w:rPr>
          <w:b w:val="0"/>
          <w:bCs/>
          <w:szCs w:val="24"/>
        </w:rPr>
        <w:t>3</w:t>
      </w:r>
      <w:r w:rsidRPr="00B80339">
        <w:rPr>
          <w:b w:val="0"/>
          <w:bCs/>
          <w:szCs w:val="24"/>
        </w:rPr>
        <w:t>.202</w:t>
      </w:r>
      <w:r w:rsidR="00446790">
        <w:rPr>
          <w:b w:val="0"/>
          <w:bCs/>
          <w:szCs w:val="24"/>
        </w:rPr>
        <w:t>5</w:t>
      </w:r>
      <w:r w:rsidRPr="00B80339">
        <w:rPr>
          <w:b w:val="0"/>
          <w:bCs/>
          <w:szCs w:val="24"/>
        </w:rPr>
        <w:t xml:space="preserve"> otsuse nr 1-32/</w:t>
      </w:r>
      <w:r w:rsidR="00446790">
        <w:rPr>
          <w:b w:val="0"/>
          <w:bCs/>
          <w:szCs w:val="24"/>
        </w:rPr>
        <w:t>53</w:t>
      </w:r>
      <w:r w:rsidRPr="00B80339">
        <w:rPr>
          <w:b w:val="0"/>
          <w:bCs/>
          <w:szCs w:val="24"/>
        </w:rPr>
        <w:t xml:space="preserve"> „RMK kinnis</w:t>
      </w:r>
      <w:r>
        <w:rPr>
          <w:b w:val="0"/>
          <w:bCs/>
          <w:szCs w:val="24"/>
        </w:rPr>
        <w:t>varaosakonna põhimääruse</w:t>
      </w:r>
      <w:r w:rsidRPr="00B80339">
        <w:rPr>
          <w:b w:val="0"/>
          <w:bCs/>
          <w:szCs w:val="24"/>
        </w:rPr>
        <w:t xml:space="preserve">“ punktist </w:t>
      </w:r>
      <w:r>
        <w:rPr>
          <w:b w:val="0"/>
          <w:bCs/>
          <w:szCs w:val="24"/>
        </w:rPr>
        <w:t>2.2.</w:t>
      </w:r>
      <w:r w:rsidR="00446790">
        <w:rPr>
          <w:b w:val="0"/>
          <w:bCs/>
          <w:szCs w:val="24"/>
        </w:rPr>
        <w:t>9</w:t>
      </w:r>
      <w:r w:rsidRPr="00B80339">
        <w:rPr>
          <w:b w:val="0"/>
          <w:bCs/>
          <w:szCs w:val="24"/>
        </w:rPr>
        <w:t xml:space="preserve">, RMK juhatuse 20.04.2021 otsuse nr 1-32/34 „Volituste andmine vara kasutusse andmise otsustamiseks“ punktist 1.4 ning esitatud taotlusest </w:t>
      </w:r>
    </w:p>
    <w:p w14:paraId="1B92BD14" w14:textId="4636233B" w:rsidR="003F0E7C" w:rsidRPr="00322575" w:rsidRDefault="00C95C19" w:rsidP="00EE2735">
      <w:pPr>
        <w:pStyle w:val="Kehatekst"/>
        <w:numPr>
          <w:ilvl w:val="0"/>
          <w:numId w:val="12"/>
        </w:numPr>
        <w:tabs>
          <w:tab w:val="left" w:pos="426"/>
        </w:tabs>
        <w:spacing w:after="0"/>
        <w:jc w:val="both"/>
        <w:rPr>
          <w:color w:val="FF0000"/>
          <w:szCs w:val="24"/>
        </w:rPr>
      </w:pPr>
      <w:r w:rsidRPr="00C74A4B">
        <w:t xml:space="preserve">Seada </w:t>
      </w:r>
      <w:r w:rsidR="008664E7" w:rsidRPr="008664E7">
        <w:rPr>
          <w:i/>
          <w:iCs/>
        </w:rPr>
        <w:t xml:space="preserve">isiklik kasutusõigus </w:t>
      </w:r>
      <w:r w:rsidR="00446790">
        <w:rPr>
          <w:i/>
          <w:iCs/>
        </w:rPr>
        <w:t>Räpina</w:t>
      </w:r>
      <w:r w:rsidRPr="003F0E7C">
        <w:rPr>
          <w:i/>
        </w:rPr>
        <w:t xml:space="preserve"> valla</w:t>
      </w:r>
      <w:r w:rsidRPr="00C74A4B">
        <w:t xml:space="preserve"> (</w:t>
      </w:r>
      <w:r>
        <w:t xml:space="preserve">vallavalitsuse registrikood </w:t>
      </w:r>
      <w:r w:rsidR="00D508D6" w:rsidRPr="00D508D6">
        <w:t>75025503</w:t>
      </w:r>
      <w:r>
        <w:t xml:space="preserve">, aadress </w:t>
      </w:r>
      <w:r w:rsidR="00C55928">
        <w:t>Põlva</w:t>
      </w:r>
      <w:r>
        <w:t xml:space="preserve"> maakond, </w:t>
      </w:r>
      <w:r w:rsidR="00C55928">
        <w:t>Räpina</w:t>
      </w:r>
      <w:r w:rsidR="003C5F5F">
        <w:t xml:space="preserve"> vald, </w:t>
      </w:r>
      <w:r w:rsidR="00C55928" w:rsidRPr="00C55928">
        <w:t xml:space="preserve">Kooli 1, 64504, </w:t>
      </w:r>
      <w:r w:rsidRPr="00C74A4B">
        <w:t xml:space="preserve">edaspidi nimetatud </w:t>
      </w:r>
      <w:r w:rsidRPr="003F0E7C">
        <w:rPr>
          <w:i/>
        </w:rPr>
        <w:t>õigustatud isik</w:t>
      </w:r>
      <w:r w:rsidRPr="00C74A4B">
        <w:t xml:space="preserve">) kasuks </w:t>
      </w:r>
      <w:r w:rsidR="00C55928">
        <w:t>Põlva</w:t>
      </w:r>
      <w:r>
        <w:t xml:space="preserve"> maakonnas </w:t>
      </w:r>
      <w:r w:rsidR="00C55928">
        <w:t>Räpina</w:t>
      </w:r>
      <w:r>
        <w:t xml:space="preserve"> vallas </w:t>
      </w:r>
      <w:r w:rsidR="00D254A5">
        <w:t>Ristipalo</w:t>
      </w:r>
      <w:r w:rsidR="000C5546">
        <w:t xml:space="preserve"> </w:t>
      </w:r>
      <w:r>
        <w:t xml:space="preserve">külas olevale </w:t>
      </w:r>
      <w:r w:rsidR="00D254A5">
        <w:rPr>
          <w:i/>
          <w:iCs/>
          <w:u w:val="single"/>
        </w:rPr>
        <w:t>Räpina</w:t>
      </w:r>
      <w:r w:rsidRPr="003F0E7C">
        <w:rPr>
          <w:i/>
          <w:iCs/>
          <w:u w:val="single"/>
        </w:rPr>
        <w:t xml:space="preserve"> metskond </w:t>
      </w:r>
      <w:r w:rsidR="00D254A5">
        <w:rPr>
          <w:i/>
          <w:iCs/>
          <w:u w:val="single"/>
        </w:rPr>
        <w:t>35</w:t>
      </w:r>
      <w:r w:rsidRPr="003F0E7C">
        <w:rPr>
          <w:i/>
          <w:iCs/>
          <w:u w:val="single"/>
        </w:rPr>
        <w:t xml:space="preserve"> kinnisasjale</w:t>
      </w:r>
      <w:r>
        <w:t xml:space="preserve">, kinnistu registriosa nr </w:t>
      </w:r>
      <w:r w:rsidR="00D254A5">
        <w:rPr>
          <w:i/>
          <w:iCs/>
        </w:rPr>
        <w:t>5672650</w:t>
      </w:r>
      <w:r>
        <w:t xml:space="preserve">, katastritunnus </w:t>
      </w:r>
      <w:r w:rsidR="00CC62F2">
        <w:t>70701:001:0533</w:t>
      </w:r>
      <w:r>
        <w:t>, riigi kinnisvararegistri objekti kood KV</w:t>
      </w:r>
      <w:r w:rsidR="00033AF6">
        <w:t>68937</w:t>
      </w:r>
      <w:r>
        <w:t xml:space="preserve">, pindala </w:t>
      </w:r>
      <w:r w:rsidR="00033AF6">
        <w:t>971597 m²</w:t>
      </w:r>
      <w:r>
        <w:t xml:space="preserve">, maatulundusmaa. </w:t>
      </w:r>
      <w:r w:rsidRPr="002A787B">
        <w:t xml:space="preserve">Kasutusala </w:t>
      </w:r>
      <w:r>
        <w:t>suurus</w:t>
      </w:r>
      <w:r w:rsidRPr="002A787B">
        <w:t xml:space="preserve"> on </w:t>
      </w:r>
      <w:r w:rsidR="00033AF6">
        <w:rPr>
          <w:i/>
          <w:iCs/>
          <w:u w:val="single"/>
        </w:rPr>
        <w:t>1045</w:t>
      </w:r>
      <w:r w:rsidRPr="003F0E7C">
        <w:rPr>
          <w:i/>
          <w:iCs/>
          <w:u w:val="single"/>
        </w:rPr>
        <w:t xml:space="preserve"> m²</w:t>
      </w:r>
      <w:r w:rsidR="00FB3055">
        <w:t xml:space="preserve">, </w:t>
      </w:r>
      <w:r w:rsidR="003F0E7C">
        <w:rPr>
          <w:szCs w:val="24"/>
        </w:rPr>
        <w:t xml:space="preserve">mille asukoht on näidatud piiratud asjaõiguste ruumiandmete infosüsteemis ruumiandmete tunnusega </w:t>
      </w:r>
      <w:r w:rsidR="00650C9E">
        <w:rPr>
          <w:szCs w:val="24"/>
        </w:rPr>
        <w:t xml:space="preserve">ID </w:t>
      </w:r>
      <w:r w:rsidR="008766B5">
        <w:rPr>
          <w:szCs w:val="24"/>
        </w:rPr>
        <w:t>591338</w:t>
      </w:r>
      <w:r w:rsidR="003F0E7C">
        <w:rPr>
          <w:szCs w:val="24"/>
        </w:rPr>
        <w:t xml:space="preserve"> ja väljavõte lisatud käesolevale käskkirjale</w:t>
      </w:r>
      <w:r w:rsidR="00EE2735">
        <w:rPr>
          <w:szCs w:val="24"/>
        </w:rPr>
        <w:t>.</w:t>
      </w:r>
    </w:p>
    <w:p w14:paraId="427AEADB" w14:textId="676C7A9C" w:rsidR="009C3B07" w:rsidRPr="007F71FD" w:rsidRDefault="009C3B07" w:rsidP="009C3B07">
      <w:pPr>
        <w:pStyle w:val="Default"/>
        <w:numPr>
          <w:ilvl w:val="0"/>
          <w:numId w:val="12"/>
        </w:numPr>
        <w:jc w:val="both"/>
      </w:pPr>
      <w:r w:rsidRPr="008C1531">
        <w:t>Isikliku kasutusõiguse sisuks on punktis 1</w:t>
      </w:r>
      <w:r>
        <w:t>.</w:t>
      </w:r>
      <w:r w:rsidRPr="008C1531">
        <w:t xml:space="preserve"> nimetatud kinnisasja kasutamine kasutusala ulatuses </w:t>
      </w:r>
      <w:r w:rsidRPr="003F0E7C">
        <w:rPr>
          <w:i/>
        </w:rPr>
        <w:t>tee</w:t>
      </w:r>
      <w:r w:rsidRPr="003F0E7C">
        <w:rPr>
          <w:color w:val="auto"/>
        </w:rPr>
        <w:t xml:space="preserve"> avalikuks kasutamiseks ning kõikide tööde teostamiseks, mis on seotud avalikult kasutatava tee ehitamise, </w:t>
      </w:r>
      <w:r w:rsidRPr="008C1531">
        <w:t>majandamise, remontimise, korrashoiu ja hooldamisega</w:t>
      </w:r>
      <w:r w:rsidRPr="003F0E7C">
        <w:rPr>
          <w:color w:val="auto"/>
        </w:rPr>
        <w:t xml:space="preserve"> </w:t>
      </w:r>
      <w:r w:rsidRPr="008C1531">
        <w:t>käesolevas käskkirjas ja isikliku kasutusõiguse seadmise lepingus sätestatud tingimustel.</w:t>
      </w:r>
      <w:r w:rsidRPr="007F71FD">
        <w:t xml:space="preserve"> </w:t>
      </w:r>
    </w:p>
    <w:p w14:paraId="0090A84F" w14:textId="366112C5" w:rsidR="009C3B07" w:rsidRPr="00D23186" w:rsidRDefault="009C3B07" w:rsidP="009C3B07">
      <w:pPr>
        <w:pStyle w:val="Default"/>
        <w:numPr>
          <w:ilvl w:val="0"/>
          <w:numId w:val="12"/>
        </w:numPr>
        <w:jc w:val="both"/>
      </w:pPr>
      <w:r>
        <w:t>I</w:t>
      </w:r>
      <w:r w:rsidRPr="00D23186">
        <w:t>siklik kasutusõigus</w:t>
      </w:r>
      <w:r>
        <w:t xml:space="preserve"> seatakse </w:t>
      </w:r>
      <w:r w:rsidRPr="00D23186">
        <w:t xml:space="preserve">järgmistel tingimustel: </w:t>
      </w:r>
    </w:p>
    <w:p w14:paraId="48957C85" w14:textId="77777777" w:rsidR="009C3B07" w:rsidRDefault="009C3B07" w:rsidP="009C3B07">
      <w:pPr>
        <w:pStyle w:val="Default"/>
        <w:numPr>
          <w:ilvl w:val="1"/>
          <w:numId w:val="12"/>
        </w:numPr>
        <w:spacing w:after="27"/>
        <w:jc w:val="both"/>
      </w:pPr>
      <w:r w:rsidRPr="007F71FD">
        <w:t>isiklik kasutusõigus seatakse tähtajatult, jättes riigile õiguse lõpetada leping erakorraliselt olukorras, kus kasutamiseks antud riigivara on vajalik riigivõimu teostamiseks või muul avalikul eesmärgil</w:t>
      </w:r>
      <w:r>
        <w:t>. Lepingu lõpetamine toimub asjaõiguses sätestatud korras</w:t>
      </w:r>
      <w:r w:rsidRPr="007F71FD">
        <w:t xml:space="preserve">; </w:t>
      </w:r>
    </w:p>
    <w:p w14:paraId="29D6DF66" w14:textId="54306B76" w:rsidR="009C3B07" w:rsidRDefault="009C3B07" w:rsidP="009C3B07">
      <w:pPr>
        <w:pStyle w:val="Default"/>
        <w:numPr>
          <w:ilvl w:val="1"/>
          <w:numId w:val="12"/>
        </w:numPr>
        <w:jc w:val="both"/>
      </w:pPr>
      <w:r>
        <w:t xml:space="preserve">õigustatud isikul </w:t>
      </w:r>
      <w:r w:rsidRPr="007F71FD">
        <w:t xml:space="preserve">tekib õigus </w:t>
      </w:r>
      <w:r>
        <w:t>tee omamiseks, ümberehitamiseks, remontimiseks, hooldamiseks, kasutamiseks ja muul viisil ekspluateerimiseks</w:t>
      </w:r>
      <w:r w:rsidRPr="007F71FD">
        <w:t xml:space="preserve"> pärast notariaalse lepingu sõlmimist; </w:t>
      </w:r>
    </w:p>
    <w:p w14:paraId="33450C45" w14:textId="77777777" w:rsidR="009C3B07" w:rsidRPr="00880CCE" w:rsidRDefault="009C3B07" w:rsidP="009C3B07">
      <w:pPr>
        <w:pStyle w:val="Pealkiri21"/>
        <w:numPr>
          <w:ilvl w:val="1"/>
          <w:numId w:val="12"/>
        </w:numPr>
        <w:jc w:val="both"/>
        <w:rPr>
          <w:rFonts w:ascii="Times New Roman" w:hAnsi="Times New Roman" w:cs="Times New Roman"/>
        </w:rPr>
      </w:pPr>
      <w:r>
        <w:rPr>
          <w:rFonts w:ascii="Times New Roman" w:hAnsi="Times New Roman" w:cs="Times New Roman"/>
        </w:rPr>
        <w:t>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7AF48017" w14:textId="77777777" w:rsidR="009C3B07" w:rsidRPr="007F71FD" w:rsidRDefault="009C3B07" w:rsidP="009C3B07">
      <w:pPr>
        <w:pStyle w:val="Default"/>
        <w:numPr>
          <w:ilvl w:val="1"/>
          <w:numId w:val="12"/>
        </w:numPr>
        <w:jc w:val="both"/>
      </w:pPr>
      <w:r>
        <w:t>käesoleval juhul avalikes huvides kasutatava tee korral riik tasu ei määra</w:t>
      </w:r>
      <w:r w:rsidRPr="007F71FD">
        <w:t xml:space="preserve">; </w:t>
      </w:r>
    </w:p>
    <w:p w14:paraId="38833E0C" w14:textId="6ADA4C61" w:rsidR="009C3B07" w:rsidRDefault="009C3B07" w:rsidP="009C3B07">
      <w:pPr>
        <w:pStyle w:val="Default"/>
        <w:numPr>
          <w:ilvl w:val="1"/>
          <w:numId w:val="12"/>
        </w:numPr>
        <w:jc w:val="both"/>
      </w:pPr>
      <w:r w:rsidRPr="007F71FD">
        <w:t xml:space="preserve">maamaksu </w:t>
      </w:r>
      <w:r>
        <w:t xml:space="preserve">tasumise kohustuse tekkimisel on koormatava kinnisasja omanikul õigus </w:t>
      </w:r>
      <w:r w:rsidRPr="007F71FD">
        <w:t xml:space="preserve">nõuda </w:t>
      </w:r>
      <w:r>
        <w:t>õigustatud isikult</w:t>
      </w:r>
      <w:r w:rsidRPr="007F71FD">
        <w:t xml:space="preserve"> maamaksu tasumist proportsionaalselt kasutusõiguse ulatusega; </w:t>
      </w:r>
    </w:p>
    <w:p w14:paraId="1DF026BB" w14:textId="16CF9526" w:rsidR="009C3B07" w:rsidRDefault="009C3B07" w:rsidP="009C3B07">
      <w:pPr>
        <w:pStyle w:val="Default"/>
        <w:numPr>
          <w:ilvl w:val="1"/>
          <w:numId w:val="12"/>
        </w:numPr>
        <w:jc w:val="both"/>
      </w:pPr>
      <w:r>
        <w:t>õigustatud isikul on kohustus:</w:t>
      </w:r>
    </w:p>
    <w:p w14:paraId="210A9BA4" w14:textId="77777777" w:rsidR="009C3B07" w:rsidRPr="007F71FD" w:rsidRDefault="009C3B07" w:rsidP="009C3B07">
      <w:pPr>
        <w:pStyle w:val="Default"/>
        <w:numPr>
          <w:ilvl w:val="2"/>
          <w:numId w:val="12"/>
        </w:numPr>
        <w:jc w:val="both"/>
      </w:pPr>
      <w:r>
        <w:t xml:space="preserve">tagada kasutusõiguse kehtivusaja jooksul </w:t>
      </w:r>
      <w:r w:rsidRPr="007F71FD">
        <w:t xml:space="preserve">avalikult kasutatava </w:t>
      </w:r>
      <w:r>
        <w:t>tee</w:t>
      </w:r>
      <w:r w:rsidRPr="007F71FD">
        <w:t xml:space="preserve"> hooldus </w:t>
      </w:r>
      <w:r>
        <w:t xml:space="preserve">ja </w:t>
      </w:r>
      <w:r w:rsidRPr="007F71FD">
        <w:t>korrashoi</w:t>
      </w:r>
      <w:r>
        <w:t>d</w:t>
      </w:r>
      <w:r w:rsidRPr="007F71FD">
        <w:t xml:space="preserve"> kasutusõiguse ulatuses ning kanda kõik sellega seotud kulud</w:t>
      </w:r>
      <w:r>
        <w:t xml:space="preserve">, arvestada </w:t>
      </w:r>
      <w:r w:rsidRPr="007F71FD">
        <w:t xml:space="preserve">kinnisasjal kehtivate kitsendustega; </w:t>
      </w:r>
    </w:p>
    <w:p w14:paraId="2F01B5E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 xml:space="preserve">RMK-le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6FAC11CB"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37337F6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3DCABDB1" w14:textId="77777777" w:rsidR="009C3B07" w:rsidRPr="00F152A4" w:rsidRDefault="009C3B07" w:rsidP="009C3B07">
      <w:pPr>
        <w:pStyle w:val="Default"/>
        <w:numPr>
          <w:ilvl w:val="2"/>
          <w:numId w:val="12"/>
        </w:numPr>
        <w:jc w:val="both"/>
      </w:pPr>
      <w:r w:rsidRPr="00534E21">
        <w:lastRenderedPageBreak/>
        <w:t xml:space="preserve">informeerida erakorralisest (torm, lumemurd) ja möödapääsmatust sanitaarraie vajadusest RMK-d arvestusega, et metsateatise menetlemiseks ja töödega alustamiseks võib kuluda vähemalt </w:t>
      </w:r>
      <w:r w:rsidRPr="00534E21">
        <w:rPr>
          <w:color w:val="auto"/>
        </w:rPr>
        <w:t>kaks kuud;</w:t>
      </w:r>
    </w:p>
    <w:p w14:paraId="0637B1AB" w14:textId="1FEF1D67" w:rsidR="009C3B07" w:rsidRPr="007F71FD" w:rsidRDefault="009C3B07" w:rsidP="009C3B07">
      <w:pPr>
        <w:pStyle w:val="Default"/>
        <w:numPr>
          <w:ilvl w:val="2"/>
          <w:numId w:val="12"/>
        </w:numPr>
        <w:jc w:val="both"/>
      </w:pPr>
      <w:r w:rsidRPr="007F71FD">
        <w:t>anda tagasivõetamatu nõusolek kinnis</w:t>
      </w:r>
      <w:r>
        <w:t>asja</w:t>
      </w:r>
      <w:r w:rsidRPr="007F71FD">
        <w:t xml:space="preserve"> jagamise korral isikliku kasutusõiguse ülekandmiseks selliselt, et isiklik kasutusõigus jääb koormama vaid kinnis</w:t>
      </w:r>
      <w:r>
        <w:t>asja</w:t>
      </w:r>
      <w:r w:rsidRPr="007F71FD">
        <w:t xml:space="preserve">, kus asub kasutusala ja teistele kinnisasjadele isiklikku kasutusõigust üle ei kanta; </w:t>
      </w:r>
    </w:p>
    <w:p w14:paraId="21A7919D" w14:textId="77777777" w:rsidR="009C3B07" w:rsidRDefault="009C3B07" w:rsidP="009C3B07">
      <w:pPr>
        <w:pStyle w:val="Default"/>
        <w:numPr>
          <w:ilvl w:val="2"/>
          <w:numId w:val="12"/>
        </w:numPr>
        <w:jc w:val="both"/>
      </w:pPr>
      <w:r w:rsidRPr="007F71FD">
        <w:t>sõlmi</w:t>
      </w:r>
      <w:r>
        <w:t>d</w:t>
      </w:r>
      <w:r w:rsidRPr="007F71FD">
        <w:t xml:space="preserve">a </w:t>
      </w:r>
      <w:r>
        <w:t xml:space="preserve">RMK-ga </w:t>
      </w:r>
      <w:r w:rsidRPr="007F71FD">
        <w:t xml:space="preserve">kokkuleppe, mille kohaselt võib </w:t>
      </w:r>
      <w:r>
        <w:t>RMK</w:t>
      </w:r>
      <w:r w:rsidRPr="007F71FD">
        <w:t xml:space="preserve"> vajadusel koormata sama </w:t>
      </w:r>
      <w:r>
        <w:t xml:space="preserve">kasutusõiguse </w:t>
      </w:r>
      <w:r w:rsidRPr="007F71FD">
        <w:t xml:space="preserve">ala teiste </w:t>
      </w:r>
      <w:r>
        <w:t>piiratud asjaõigustega, kui see ei takista käesoleva servituudi teostamist</w:t>
      </w:r>
      <w:r w:rsidRPr="007F71FD">
        <w:t xml:space="preserve">; </w:t>
      </w:r>
    </w:p>
    <w:p w14:paraId="3489F91F" w14:textId="77777777" w:rsidR="009C3B07"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hoidu</w:t>
      </w:r>
      <w:r>
        <w:rPr>
          <w:rFonts w:ascii="Times New Roman" w:hAnsi="Times New Roman" w:cs="Times New Roman"/>
        </w:rPr>
        <w:t>d</w:t>
      </w:r>
      <w:r w:rsidRPr="00880CCE">
        <w:rPr>
          <w:rFonts w:ascii="Times New Roman" w:hAnsi="Times New Roman" w:cs="Times New Roman"/>
        </w:rPr>
        <w:t xml:space="preserve">a igasugusest </w:t>
      </w:r>
      <w:r>
        <w:rPr>
          <w:rFonts w:ascii="Times New Roman" w:hAnsi="Times New Roman" w:cs="Times New Roman"/>
        </w:rPr>
        <w:t>muust tegevus</w:t>
      </w:r>
      <w:r w:rsidRPr="00880CCE">
        <w:rPr>
          <w:rFonts w:ascii="Times New Roman" w:hAnsi="Times New Roman" w:cs="Times New Roman"/>
        </w:rPr>
        <w:t>est (s</w:t>
      </w:r>
      <w:r>
        <w:rPr>
          <w:rFonts w:ascii="Times New Roman" w:hAnsi="Times New Roman" w:cs="Times New Roman"/>
        </w:rPr>
        <w:t>.h</w:t>
      </w:r>
      <w:r w:rsidRPr="00880CCE">
        <w:rPr>
          <w:rFonts w:ascii="Times New Roman" w:hAnsi="Times New Roman" w:cs="Times New Roman"/>
        </w:rPr>
        <w:t xml:space="preserve"> tegevusetusest), mis rikub õigusaktidest tulenevaid RMK õigusi või kahjustab tema huve</w:t>
      </w:r>
      <w:r>
        <w:rPr>
          <w:rFonts w:ascii="Times New Roman" w:hAnsi="Times New Roman" w:cs="Times New Roman"/>
        </w:rPr>
        <w:t>;</w:t>
      </w:r>
    </w:p>
    <w:p w14:paraId="2C26DFDF" w14:textId="3E663B8F" w:rsidR="009C3B07" w:rsidRPr="00534E21" w:rsidRDefault="009C3B07" w:rsidP="009C3B07">
      <w:pPr>
        <w:pStyle w:val="Default"/>
        <w:numPr>
          <w:ilvl w:val="1"/>
          <w:numId w:val="12"/>
        </w:numPr>
        <w:jc w:val="both"/>
      </w:pPr>
      <w:r>
        <w:t>õigustatud isikul</w:t>
      </w:r>
      <w:r w:rsidRPr="00534E21">
        <w:t xml:space="preserve"> on õigus:</w:t>
      </w:r>
    </w:p>
    <w:p w14:paraId="6A673E08" w14:textId="339A1DFB" w:rsidR="009C3B07" w:rsidRPr="00534E21" w:rsidRDefault="009C3B07" w:rsidP="009C3B07">
      <w:pPr>
        <w:pStyle w:val="Default"/>
        <w:numPr>
          <w:ilvl w:val="2"/>
          <w:numId w:val="12"/>
        </w:numPr>
        <w:jc w:val="both"/>
      </w:pPr>
      <w:r w:rsidRPr="00534E21">
        <w:t xml:space="preserve">kasutusõiguse alale langenud või tee kasutajale ohtlikuks osutuvad puud koristada või langetada iseseisvalt, tagamaks tee igapäevase ohutu kasutusvõimaluse. </w:t>
      </w:r>
      <w:r>
        <w:t>Õigustatud isikul</w:t>
      </w:r>
      <w:r w:rsidRPr="00534E21">
        <w:t xml:space="preserve"> ei ole lubatud tema poolt raiutud metsamaterjali kinnisasjalt ära viia ja võõrandada</w:t>
      </w:r>
      <w:r>
        <w:t>. Puit kuulub riigile</w:t>
      </w:r>
      <w:r w:rsidRPr="00534E21">
        <w:t>;</w:t>
      </w:r>
    </w:p>
    <w:p w14:paraId="15C3B8D0" w14:textId="77777777" w:rsidR="009C3B07" w:rsidRDefault="009C3B07" w:rsidP="009C3B07">
      <w:pPr>
        <w:pStyle w:val="Default"/>
        <w:numPr>
          <w:ilvl w:val="2"/>
          <w:numId w:val="12"/>
        </w:numPr>
        <w:jc w:val="both"/>
      </w:pPr>
      <w:r w:rsidRPr="00033366">
        <w:t>puude ja põõsaste, mille keskmine rinnasdiameeter on alla 8 cm, raie teostamiseks või selle tellimiseks kolmandatelt isikutelt oma kulul</w:t>
      </w:r>
      <w:r>
        <w:t>.</w:t>
      </w:r>
    </w:p>
    <w:p w14:paraId="1095B95D" w14:textId="77777777" w:rsidR="009C3B07" w:rsidRPr="007F71FD" w:rsidRDefault="009C3B07" w:rsidP="009C3B07">
      <w:pPr>
        <w:pStyle w:val="Default"/>
        <w:numPr>
          <w:ilvl w:val="0"/>
          <w:numId w:val="12"/>
        </w:numPr>
        <w:spacing w:after="27"/>
        <w:jc w:val="both"/>
      </w:pPr>
      <w:r>
        <w:t>RMK-l on õigus kasutusõiguse ala kasutada tingimusel, et ta ei kahjusta kasutusõiguse ala ega takista isikliku kasutusõiguse omaniku õiguste teostamist;</w:t>
      </w:r>
    </w:p>
    <w:p w14:paraId="5AF4E84B" w14:textId="77777777" w:rsidR="009C3B07" w:rsidRPr="00C22E25" w:rsidRDefault="009C3B07" w:rsidP="009C3B07">
      <w:pPr>
        <w:numPr>
          <w:ilvl w:val="0"/>
          <w:numId w:val="12"/>
        </w:numPr>
        <w:tabs>
          <w:tab w:val="left" w:pos="567"/>
        </w:tabs>
        <w:rPr>
          <w:szCs w:val="24"/>
        </w:rPr>
      </w:pPr>
      <w:r>
        <w:rPr>
          <w:szCs w:val="24"/>
        </w:rPr>
        <w:t>RMK-l on kohustus</w:t>
      </w:r>
      <w:r w:rsidRPr="00C22E25">
        <w:rPr>
          <w:szCs w:val="24"/>
        </w:rPr>
        <w:t>:</w:t>
      </w:r>
    </w:p>
    <w:p w14:paraId="00807857" w14:textId="77777777" w:rsidR="009C3B07" w:rsidRPr="00C22E25" w:rsidRDefault="009C3B07" w:rsidP="009C3B07">
      <w:pPr>
        <w:numPr>
          <w:ilvl w:val="1"/>
          <w:numId w:val="12"/>
        </w:numPr>
        <w:tabs>
          <w:tab w:val="left" w:pos="709"/>
        </w:tabs>
        <w:jc w:val="both"/>
        <w:rPr>
          <w:szCs w:val="24"/>
        </w:rPr>
      </w:pPr>
      <w:r w:rsidRPr="00C22E25">
        <w:rPr>
          <w:szCs w:val="24"/>
        </w:rPr>
        <w:t>hoidu</w:t>
      </w:r>
      <w:r>
        <w:rPr>
          <w:szCs w:val="24"/>
        </w:rPr>
        <w:t>da</w:t>
      </w:r>
      <w:r w:rsidRPr="00C22E25">
        <w:rPr>
          <w:szCs w:val="24"/>
        </w:rPr>
        <w:t xml:space="preserve"> igasugusest tegevusest, mis takistab õigustatud isikul </w:t>
      </w:r>
      <w:r>
        <w:rPr>
          <w:szCs w:val="24"/>
        </w:rPr>
        <w:t xml:space="preserve">isikliku </w:t>
      </w:r>
      <w:r w:rsidRPr="00C22E25">
        <w:rPr>
          <w:szCs w:val="24"/>
        </w:rPr>
        <w:t xml:space="preserve">kasutusõiguse ala </w:t>
      </w:r>
      <w:r>
        <w:rPr>
          <w:szCs w:val="24"/>
        </w:rPr>
        <w:t>eesmärgi</w:t>
      </w:r>
      <w:r w:rsidRPr="00C22E25">
        <w:rPr>
          <w:szCs w:val="24"/>
        </w:rPr>
        <w:t>pärast kasutamist;</w:t>
      </w:r>
    </w:p>
    <w:p w14:paraId="5B955514" w14:textId="77777777" w:rsidR="009C3B07" w:rsidRPr="008E6F69" w:rsidRDefault="009C3B07" w:rsidP="009C3B07">
      <w:pPr>
        <w:numPr>
          <w:ilvl w:val="1"/>
          <w:numId w:val="12"/>
        </w:numPr>
        <w:tabs>
          <w:tab w:val="left" w:pos="567"/>
        </w:tabs>
        <w:jc w:val="both"/>
        <w:rPr>
          <w:szCs w:val="24"/>
        </w:rPr>
      </w:pPr>
      <w:r w:rsidRPr="00C22E25">
        <w:rPr>
          <w:szCs w:val="24"/>
        </w:rPr>
        <w:t>järgi</w:t>
      </w:r>
      <w:r>
        <w:rPr>
          <w:szCs w:val="24"/>
        </w:rPr>
        <w:t>da</w:t>
      </w:r>
      <w:r w:rsidRPr="00C22E25">
        <w:rPr>
          <w:szCs w:val="24"/>
        </w:rPr>
        <w:t xml:space="preserve"> isikliku kasutusõiguse alal seadustest ja muudest õigu</w:t>
      </w:r>
      <w:r>
        <w:rPr>
          <w:szCs w:val="24"/>
        </w:rPr>
        <w:t>saktidest tulenevaid kitsendusi.</w:t>
      </w:r>
    </w:p>
    <w:p w14:paraId="0AEDD84E" w14:textId="77777777" w:rsidR="009C3B07" w:rsidRPr="000B64E9" w:rsidRDefault="009C3B07" w:rsidP="009C3B07">
      <w:pPr>
        <w:numPr>
          <w:ilvl w:val="0"/>
          <w:numId w:val="12"/>
        </w:numPr>
        <w:jc w:val="both"/>
        <w:rPr>
          <w:szCs w:val="24"/>
        </w:rPr>
      </w:pPr>
      <w:r w:rsidRPr="000B64E9">
        <w:rPr>
          <w:szCs w:val="24"/>
        </w:rPr>
        <w:t xml:space="preserve">Kinnisasja isikliku kasutusõigusega koormamise lepingu sõlmimisega seotud kulud tasub õigustatud isik. </w:t>
      </w:r>
    </w:p>
    <w:p w14:paraId="2AAA30E2" w14:textId="77777777" w:rsidR="0024353A" w:rsidRDefault="0024353A" w:rsidP="0024353A">
      <w:pPr>
        <w:pStyle w:val="Default"/>
        <w:numPr>
          <w:ilvl w:val="0"/>
          <w:numId w:val="12"/>
        </w:numPr>
        <w:jc w:val="both"/>
      </w:pPr>
      <w:r>
        <w:t xml:space="preserve">Kinnisvaraosakonna </w:t>
      </w:r>
      <w:r w:rsidRPr="00E46D7C">
        <w:t xml:space="preserve">maaõiguse spetsialistil </w:t>
      </w:r>
      <w:r>
        <w:t xml:space="preserve">sõlmida </w:t>
      </w:r>
      <w:r w:rsidRPr="00E46D7C">
        <w:t xml:space="preserve">leping ning salvestamine </w:t>
      </w:r>
      <w:r>
        <w:t xml:space="preserve">registritesse </w:t>
      </w:r>
      <w:r w:rsidRPr="00E46D7C">
        <w:t>vastavalt kehtivale korrale</w:t>
      </w:r>
      <w:r>
        <w:t>.</w:t>
      </w:r>
    </w:p>
    <w:p w14:paraId="5F2C02AB" w14:textId="77777777" w:rsidR="00CE0692" w:rsidRPr="00CE0692" w:rsidRDefault="00CE0692" w:rsidP="00CE0692">
      <w:pPr>
        <w:jc w:val="both"/>
        <w:rPr>
          <w:szCs w:val="24"/>
        </w:rPr>
      </w:pPr>
    </w:p>
    <w:p w14:paraId="5CEF5DF2" w14:textId="3B552942" w:rsidR="00CE0692" w:rsidRPr="00CE0692" w:rsidRDefault="00CE0692" w:rsidP="00CE0692">
      <w:pPr>
        <w:jc w:val="both"/>
        <w:rPr>
          <w:szCs w:val="24"/>
        </w:rPr>
      </w:pPr>
      <w:r w:rsidRPr="00CE0692">
        <w:rPr>
          <w:szCs w:val="24"/>
        </w:rPr>
        <w:t>Käesoleva käskkirja peale on võimalik esitada vaie RMK-le haldusmenetluse seaduses sätestatud tähtajal, tingimustel ja korras või kaebus halduskohtule halduskohtumenetluse seadustikus sätestatud tähtajal, tingimustel ja korras.</w:t>
      </w:r>
    </w:p>
    <w:p w14:paraId="7FFAA953" w14:textId="77777777" w:rsidR="00CA5740" w:rsidRDefault="00CA5740" w:rsidP="006A4FE7">
      <w:pPr>
        <w:jc w:val="both"/>
        <w:rPr>
          <w:szCs w:val="24"/>
        </w:rPr>
      </w:pPr>
    </w:p>
    <w:p w14:paraId="5C292D96" w14:textId="77777777" w:rsidR="00FA3E9B" w:rsidRDefault="00FA3E9B"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46ADFBC6" w14:textId="77777777" w:rsidR="00FA3E9B" w:rsidRDefault="00FA3E9B" w:rsidP="00F741B4"/>
    <w:p w14:paraId="4BD70552" w14:textId="27B16237" w:rsidR="00F741B4" w:rsidRDefault="0024353A" w:rsidP="00F741B4">
      <w:r>
        <w:t>Karl Mänd</w:t>
      </w:r>
    </w:p>
    <w:p w14:paraId="12F3FA1A" w14:textId="343A34C4" w:rsidR="00F741B4" w:rsidRDefault="004B3D5A" w:rsidP="00F741B4">
      <w:r>
        <w:t>Juhataja</w:t>
      </w:r>
    </w:p>
    <w:p w14:paraId="0ED5C522" w14:textId="77777777" w:rsidR="00644104" w:rsidRDefault="00644104" w:rsidP="00F741B4">
      <w:pPr>
        <w:jc w:val="both"/>
      </w:pPr>
    </w:p>
    <w:p w14:paraId="7D413262" w14:textId="77777777" w:rsidR="00FA3E9B" w:rsidRDefault="00FA3E9B" w:rsidP="00F741B4">
      <w:pPr>
        <w:jc w:val="both"/>
      </w:pPr>
    </w:p>
    <w:p w14:paraId="598D974D" w14:textId="77777777" w:rsidR="00FA3E9B" w:rsidRDefault="00FA3E9B" w:rsidP="00F741B4">
      <w:pPr>
        <w:jc w:val="both"/>
      </w:pPr>
    </w:p>
    <w:p w14:paraId="21693727" w14:textId="7F4D5484" w:rsidR="0010686D" w:rsidRDefault="00F741B4" w:rsidP="00F741B4">
      <w:pPr>
        <w:jc w:val="both"/>
        <w:rPr>
          <w:szCs w:val="24"/>
        </w:rPr>
      </w:pPr>
      <w:r>
        <w:t xml:space="preserve">Jaotuskava: </w:t>
      </w:r>
      <w:r w:rsidR="000E6EB3">
        <w:t>Kagu</w:t>
      </w:r>
      <w:r w:rsidR="0047092C">
        <w:t xml:space="preserve"> regioon, Toomas Kivisto</w:t>
      </w:r>
      <w:r w:rsidR="00E965D0">
        <w:t xml:space="preserve">, </w:t>
      </w:r>
      <w:r w:rsidR="000E6EB3">
        <w:t>Räpina</w:t>
      </w:r>
      <w:r w:rsidR="00E965D0">
        <w:t xml:space="preserve"> Vallavalitsus</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7C9DB" w14:textId="77777777" w:rsidR="00BF6BD5" w:rsidRDefault="00BF6BD5">
      <w:r>
        <w:separator/>
      </w:r>
    </w:p>
  </w:endnote>
  <w:endnote w:type="continuationSeparator" w:id="0">
    <w:p w14:paraId="5827F2EE" w14:textId="77777777" w:rsidR="00BF6BD5" w:rsidRDefault="00BF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51EAC" w14:textId="77777777" w:rsidR="00BF6BD5" w:rsidRDefault="00BF6BD5">
      <w:r>
        <w:separator/>
      </w:r>
    </w:p>
  </w:footnote>
  <w:footnote w:type="continuationSeparator" w:id="0">
    <w:p w14:paraId="08418A36" w14:textId="77777777" w:rsidR="00BF6BD5" w:rsidRDefault="00BF6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7CD6BC1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3AF6"/>
    <w:rsid w:val="00034A04"/>
    <w:rsid w:val="00036F9F"/>
    <w:rsid w:val="00052B6B"/>
    <w:rsid w:val="00053ED9"/>
    <w:rsid w:val="00062018"/>
    <w:rsid w:val="000671B2"/>
    <w:rsid w:val="00077054"/>
    <w:rsid w:val="00090B4D"/>
    <w:rsid w:val="000950C7"/>
    <w:rsid w:val="0009555B"/>
    <w:rsid w:val="000A0C1A"/>
    <w:rsid w:val="000A30A0"/>
    <w:rsid w:val="000B0F0B"/>
    <w:rsid w:val="000C47E7"/>
    <w:rsid w:val="000C5546"/>
    <w:rsid w:val="000D209D"/>
    <w:rsid w:val="000E4B9F"/>
    <w:rsid w:val="000E6EB3"/>
    <w:rsid w:val="000F4DB2"/>
    <w:rsid w:val="000F53CF"/>
    <w:rsid w:val="000F56FE"/>
    <w:rsid w:val="00103433"/>
    <w:rsid w:val="0010686D"/>
    <w:rsid w:val="00112F8A"/>
    <w:rsid w:val="0012242F"/>
    <w:rsid w:val="00133076"/>
    <w:rsid w:val="001363D9"/>
    <w:rsid w:val="00144546"/>
    <w:rsid w:val="0015034B"/>
    <w:rsid w:val="0015261E"/>
    <w:rsid w:val="0015340A"/>
    <w:rsid w:val="00154CDD"/>
    <w:rsid w:val="00155932"/>
    <w:rsid w:val="001562E2"/>
    <w:rsid w:val="00156FB6"/>
    <w:rsid w:val="00165936"/>
    <w:rsid w:val="00166B2C"/>
    <w:rsid w:val="00170A57"/>
    <w:rsid w:val="00176137"/>
    <w:rsid w:val="001811CF"/>
    <w:rsid w:val="001846B6"/>
    <w:rsid w:val="001A5F11"/>
    <w:rsid w:val="001A67C6"/>
    <w:rsid w:val="001B5ACF"/>
    <w:rsid w:val="001C3F10"/>
    <w:rsid w:val="001D0650"/>
    <w:rsid w:val="001E2855"/>
    <w:rsid w:val="001E5554"/>
    <w:rsid w:val="001E7656"/>
    <w:rsid w:val="001F2937"/>
    <w:rsid w:val="00212695"/>
    <w:rsid w:val="00216A8E"/>
    <w:rsid w:val="002331D9"/>
    <w:rsid w:val="002344AC"/>
    <w:rsid w:val="00241B85"/>
    <w:rsid w:val="0024353A"/>
    <w:rsid w:val="00244096"/>
    <w:rsid w:val="0025433F"/>
    <w:rsid w:val="00261E4E"/>
    <w:rsid w:val="00274757"/>
    <w:rsid w:val="00275016"/>
    <w:rsid w:val="002876CA"/>
    <w:rsid w:val="00292312"/>
    <w:rsid w:val="00293514"/>
    <w:rsid w:val="0029654E"/>
    <w:rsid w:val="002A0C39"/>
    <w:rsid w:val="002A2B5C"/>
    <w:rsid w:val="002A310C"/>
    <w:rsid w:val="002A789C"/>
    <w:rsid w:val="002D024D"/>
    <w:rsid w:val="002E665D"/>
    <w:rsid w:val="002F7148"/>
    <w:rsid w:val="003038C8"/>
    <w:rsid w:val="003039FD"/>
    <w:rsid w:val="003046FF"/>
    <w:rsid w:val="00307215"/>
    <w:rsid w:val="00314F91"/>
    <w:rsid w:val="003151FA"/>
    <w:rsid w:val="0031690E"/>
    <w:rsid w:val="00321165"/>
    <w:rsid w:val="00321F14"/>
    <w:rsid w:val="003252E7"/>
    <w:rsid w:val="00330D03"/>
    <w:rsid w:val="00340F53"/>
    <w:rsid w:val="0034555F"/>
    <w:rsid w:val="00350EC6"/>
    <w:rsid w:val="0036386B"/>
    <w:rsid w:val="00365669"/>
    <w:rsid w:val="003713BF"/>
    <w:rsid w:val="003754A3"/>
    <w:rsid w:val="003866F8"/>
    <w:rsid w:val="00394117"/>
    <w:rsid w:val="00395940"/>
    <w:rsid w:val="003A621F"/>
    <w:rsid w:val="003B23B3"/>
    <w:rsid w:val="003B25D1"/>
    <w:rsid w:val="003B490A"/>
    <w:rsid w:val="003B6BB1"/>
    <w:rsid w:val="003C5F5F"/>
    <w:rsid w:val="003C6A51"/>
    <w:rsid w:val="003C7AFC"/>
    <w:rsid w:val="003D1696"/>
    <w:rsid w:val="003D36E5"/>
    <w:rsid w:val="003E2457"/>
    <w:rsid w:val="003E30D8"/>
    <w:rsid w:val="003F0E7C"/>
    <w:rsid w:val="0040017D"/>
    <w:rsid w:val="00402F1E"/>
    <w:rsid w:val="00406557"/>
    <w:rsid w:val="00424DEB"/>
    <w:rsid w:val="0043445B"/>
    <w:rsid w:val="00436355"/>
    <w:rsid w:val="0044081D"/>
    <w:rsid w:val="00440E5B"/>
    <w:rsid w:val="00446790"/>
    <w:rsid w:val="004516B8"/>
    <w:rsid w:val="00451CB2"/>
    <w:rsid w:val="00452496"/>
    <w:rsid w:val="00463DFF"/>
    <w:rsid w:val="0047092C"/>
    <w:rsid w:val="00476B99"/>
    <w:rsid w:val="004832F8"/>
    <w:rsid w:val="004848B6"/>
    <w:rsid w:val="004929F8"/>
    <w:rsid w:val="004A2AA6"/>
    <w:rsid w:val="004B3545"/>
    <w:rsid w:val="004B3639"/>
    <w:rsid w:val="004B3D5A"/>
    <w:rsid w:val="004C12A8"/>
    <w:rsid w:val="004C1373"/>
    <w:rsid w:val="004D21D2"/>
    <w:rsid w:val="004D7470"/>
    <w:rsid w:val="004E0AD9"/>
    <w:rsid w:val="004E182D"/>
    <w:rsid w:val="004E3574"/>
    <w:rsid w:val="004E42B5"/>
    <w:rsid w:val="004F64CD"/>
    <w:rsid w:val="005104E9"/>
    <w:rsid w:val="00511C02"/>
    <w:rsid w:val="00515BF3"/>
    <w:rsid w:val="00533681"/>
    <w:rsid w:val="00535790"/>
    <w:rsid w:val="00536410"/>
    <w:rsid w:val="005372BE"/>
    <w:rsid w:val="00546E26"/>
    <w:rsid w:val="00556877"/>
    <w:rsid w:val="00562AF8"/>
    <w:rsid w:val="00572677"/>
    <w:rsid w:val="00580D00"/>
    <w:rsid w:val="00586E92"/>
    <w:rsid w:val="005922BD"/>
    <w:rsid w:val="0059485C"/>
    <w:rsid w:val="00596E4B"/>
    <w:rsid w:val="005A0047"/>
    <w:rsid w:val="005A163A"/>
    <w:rsid w:val="005A2472"/>
    <w:rsid w:val="005B39CA"/>
    <w:rsid w:val="005C2EB2"/>
    <w:rsid w:val="005C4437"/>
    <w:rsid w:val="005D0174"/>
    <w:rsid w:val="005D5C03"/>
    <w:rsid w:val="005E247E"/>
    <w:rsid w:val="005E2D4B"/>
    <w:rsid w:val="006030B8"/>
    <w:rsid w:val="0060482F"/>
    <w:rsid w:val="006243D8"/>
    <w:rsid w:val="00626A90"/>
    <w:rsid w:val="00644104"/>
    <w:rsid w:val="00650C9E"/>
    <w:rsid w:val="00654CFC"/>
    <w:rsid w:val="0066259C"/>
    <w:rsid w:val="00671D56"/>
    <w:rsid w:val="00673CCE"/>
    <w:rsid w:val="006807EC"/>
    <w:rsid w:val="00690723"/>
    <w:rsid w:val="006A0970"/>
    <w:rsid w:val="006A1E93"/>
    <w:rsid w:val="006A2ECA"/>
    <w:rsid w:val="006A2ED7"/>
    <w:rsid w:val="006A4AEC"/>
    <w:rsid w:val="006A4FE7"/>
    <w:rsid w:val="006A5F9B"/>
    <w:rsid w:val="006B6B5F"/>
    <w:rsid w:val="006C24F2"/>
    <w:rsid w:val="006C621B"/>
    <w:rsid w:val="006D015A"/>
    <w:rsid w:val="006D5EBC"/>
    <w:rsid w:val="006E1C15"/>
    <w:rsid w:val="006E2ADC"/>
    <w:rsid w:val="006E4D31"/>
    <w:rsid w:val="006E69F6"/>
    <w:rsid w:val="006F132E"/>
    <w:rsid w:val="006F29B1"/>
    <w:rsid w:val="006F7AB1"/>
    <w:rsid w:val="00704F36"/>
    <w:rsid w:val="007207B1"/>
    <w:rsid w:val="007221A5"/>
    <w:rsid w:val="00722686"/>
    <w:rsid w:val="00745CA1"/>
    <w:rsid w:val="0074690F"/>
    <w:rsid w:val="00751063"/>
    <w:rsid w:val="00751100"/>
    <w:rsid w:val="007525FF"/>
    <w:rsid w:val="00754E10"/>
    <w:rsid w:val="00755313"/>
    <w:rsid w:val="0075754E"/>
    <w:rsid w:val="0076078D"/>
    <w:rsid w:val="00761774"/>
    <w:rsid w:val="0076525C"/>
    <w:rsid w:val="00770B0C"/>
    <w:rsid w:val="00776607"/>
    <w:rsid w:val="0077795B"/>
    <w:rsid w:val="00784A57"/>
    <w:rsid w:val="00786751"/>
    <w:rsid w:val="007953DE"/>
    <w:rsid w:val="00797DCC"/>
    <w:rsid w:val="007A5E2E"/>
    <w:rsid w:val="007C1B11"/>
    <w:rsid w:val="007C33CB"/>
    <w:rsid w:val="007C34FC"/>
    <w:rsid w:val="007C7724"/>
    <w:rsid w:val="007D050B"/>
    <w:rsid w:val="007D3F37"/>
    <w:rsid w:val="007E699D"/>
    <w:rsid w:val="007F25C4"/>
    <w:rsid w:val="007F3E0A"/>
    <w:rsid w:val="007F5BA3"/>
    <w:rsid w:val="0080486E"/>
    <w:rsid w:val="00804DD5"/>
    <w:rsid w:val="008074D9"/>
    <w:rsid w:val="00813239"/>
    <w:rsid w:val="00824574"/>
    <w:rsid w:val="00837C2D"/>
    <w:rsid w:val="0084510F"/>
    <w:rsid w:val="008451FA"/>
    <w:rsid w:val="00852713"/>
    <w:rsid w:val="00861197"/>
    <w:rsid w:val="00862021"/>
    <w:rsid w:val="008664E7"/>
    <w:rsid w:val="00867CEA"/>
    <w:rsid w:val="008725B8"/>
    <w:rsid w:val="008766B5"/>
    <w:rsid w:val="008906AA"/>
    <w:rsid w:val="008A0366"/>
    <w:rsid w:val="008A6295"/>
    <w:rsid w:val="008C2757"/>
    <w:rsid w:val="008C5602"/>
    <w:rsid w:val="008D252D"/>
    <w:rsid w:val="008E0E68"/>
    <w:rsid w:val="008E3323"/>
    <w:rsid w:val="008F00E8"/>
    <w:rsid w:val="008F1CF2"/>
    <w:rsid w:val="008F3863"/>
    <w:rsid w:val="008F69BD"/>
    <w:rsid w:val="00906993"/>
    <w:rsid w:val="009102A9"/>
    <w:rsid w:val="00913527"/>
    <w:rsid w:val="00914C3E"/>
    <w:rsid w:val="009208EE"/>
    <w:rsid w:val="00925282"/>
    <w:rsid w:val="00926EB8"/>
    <w:rsid w:val="0092786B"/>
    <w:rsid w:val="00933EA0"/>
    <w:rsid w:val="00936F31"/>
    <w:rsid w:val="00937C29"/>
    <w:rsid w:val="00937D96"/>
    <w:rsid w:val="00942840"/>
    <w:rsid w:val="00942B14"/>
    <w:rsid w:val="00953566"/>
    <w:rsid w:val="00960404"/>
    <w:rsid w:val="0096355A"/>
    <w:rsid w:val="009846EB"/>
    <w:rsid w:val="009A130D"/>
    <w:rsid w:val="009A6144"/>
    <w:rsid w:val="009B4485"/>
    <w:rsid w:val="009C3B07"/>
    <w:rsid w:val="009C7282"/>
    <w:rsid w:val="009D1922"/>
    <w:rsid w:val="009D2626"/>
    <w:rsid w:val="009D62EA"/>
    <w:rsid w:val="009E6E63"/>
    <w:rsid w:val="009F4E42"/>
    <w:rsid w:val="009F73D2"/>
    <w:rsid w:val="00A1474E"/>
    <w:rsid w:val="00A16B93"/>
    <w:rsid w:val="00A25EFD"/>
    <w:rsid w:val="00A538C9"/>
    <w:rsid w:val="00A56847"/>
    <w:rsid w:val="00A601E5"/>
    <w:rsid w:val="00A63B83"/>
    <w:rsid w:val="00A6445A"/>
    <w:rsid w:val="00A668E4"/>
    <w:rsid w:val="00A738EE"/>
    <w:rsid w:val="00A73B3C"/>
    <w:rsid w:val="00A85F9A"/>
    <w:rsid w:val="00A86492"/>
    <w:rsid w:val="00AB2AC7"/>
    <w:rsid w:val="00AB6568"/>
    <w:rsid w:val="00AB76C2"/>
    <w:rsid w:val="00AC4DBA"/>
    <w:rsid w:val="00AE723C"/>
    <w:rsid w:val="00AF29E8"/>
    <w:rsid w:val="00AF365A"/>
    <w:rsid w:val="00B039F2"/>
    <w:rsid w:val="00B03E0C"/>
    <w:rsid w:val="00B11A86"/>
    <w:rsid w:val="00B13A14"/>
    <w:rsid w:val="00B14696"/>
    <w:rsid w:val="00B179EF"/>
    <w:rsid w:val="00B233AA"/>
    <w:rsid w:val="00B234EA"/>
    <w:rsid w:val="00B23E37"/>
    <w:rsid w:val="00B3204F"/>
    <w:rsid w:val="00B34DA9"/>
    <w:rsid w:val="00B453AA"/>
    <w:rsid w:val="00B505A8"/>
    <w:rsid w:val="00B505C4"/>
    <w:rsid w:val="00B57508"/>
    <w:rsid w:val="00B6560F"/>
    <w:rsid w:val="00B66CA5"/>
    <w:rsid w:val="00B769A9"/>
    <w:rsid w:val="00B800BE"/>
    <w:rsid w:val="00B80DB5"/>
    <w:rsid w:val="00B868EF"/>
    <w:rsid w:val="00B93C63"/>
    <w:rsid w:val="00BA24BA"/>
    <w:rsid w:val="00BB0068"/>
    <w:rsid w:val="00BB1CDD"/>
    <w:rsid w:val="00BB58B6"/>
    <w:rsid w:val="00BC2467"/>
    <w:rsid w:val="00BC777F"/>
    <w:rsid w:val="00BC7E3D"/>
    <w:rsid w:val="00BD5A76"/>
    <w:rsid w:val="00BE6447"/>
    <w:rsid w:val="00BE6C8A"/>
    <w:rsid w:val="00BE6DFA"/>
    <w:rsid w:val="00BF0ABE"/>
    <w:rsid w:val="00BF6BD5"/>
    <w:rsid w:val="00C00A3F"/>
    <w:rsid w:val="00C01279"/>
    <w:rsid w:val="00C0514F"/>
    <w:rsid w:val="00C15B43"/>
    <w:rsid w:val="00C372F6"/>
    <w:rsid w:val="00C40CF2"/>
    <w:rsid w:val="00C427E1"/>
    <w:rsid w:val="00C44C62"/>
    <w:rsid w:val="00C45080"/>
    <w:rsid w:val="00C54DE3"/>
    <w:rsid w:val="00C55928"/>
    <w:rsid w:val="00C562BC"/>
    <w:rsid w:val="00C5672D"/>
    <w:rsid w:val="00C63118"/>
    <w:rsid w:val="00C670EA"/>
    <w:rsid w:val="00C723EE"/>
    <w:rsid w:val="00C779F6"/>
    <w:rsid w:val="00C81597"/>
    <w:rsid w:val="00C866B2"/>
    <w:rsid w:val="00C95C19"/>
    <w:rsid w:val="00C96BF7"/>
    <w:rsid w:val="00CA2450"/>
    <w:rsid w:val="00CA5740"/>
    <w:rsid w:val="00CB47F1"/>
    <w:rsid w:val="00CB55F7"/>
    <w:rsid w:val="00CB61DB"/>
    <w:rsid w:val="00CC0AEC"/>
    <w:rsid w:val="00CC53BF"/>
    <w:rsid w:val="00CC62F2"/>
    <w:rsid w:val="00CC692D"/>
    <w:rsid w:val="00CC7C8F"/>
    <w:rsid w:val="00CD5E21"/>
    <w:rsid w:val="00CE0692"/>
    <w:rsid w:val="00CF0BC4"/>
    <w:rsid w:val="00CF7559"/>
    <w:rsid w:val="00D006D0"/>
    <w:rsid w:val="00D0292F"/>
    <w:rsid w:val="00D03AC7"/>
    <w:rsid w:val="00D03AE1"/>
    <w:rsid w:val="00D070AA"/>
    <w:rsid w:val="00D077EA"/>
    <w:rsid w:val="00D10E78"/>
    <w:rsid w:val="00D11100"/>
    <w:rsid w:val="00D17304"/>
    <w:rsid w:val="00D237B8"/>
    <w:rsid w:val="00D254A5"/>
    <w:rsid w:val="00D36AE8"/>
    <w:rsid w:val="00D508D6"/>
    <w:rsid w:val="00D63165"/>
    <w:rsid w:val="00D638ED"/>
    <w:rsid w:val="00D6589B"/>
    <w:rsid w:val="00D733A2"/>
    <w:rsid w:val="00D74E84"/>
    <w:rsid w:val="00D86659"/>
    <w:rsid w:val="00D911D9"/>
    <w:rsid w:val="00D931C0"/>
    <w:rsid w:val="00DA6133"/>
    <w:rsid w:val="00DA649E"/>
    <w:rsid w:val="00DB358F"/>
    <w:rsid w:val="00DB54DF"/>
    <w:rsid w:val="00DB7351"/>
    <w:rsid w:val="00DC2DC9"/>
    <w:rsid w:val="00DC4911"/>
    <w:rsid w:val="00DC4C49"/>
    <w:rsid w:val="00DC68E0"/>
    <w:rsid w:val="00DC7A58"/>
    <w:rsid w:val="00DD153F"/>
    <w:rsid w:val="00DD2FD3"/>
    <w:rsid w:val="00DD662C"/>
    <w:rsid w:val="00DE7888"/>
    <w:rsid w:val="00DF1136"/>
    <w:rsid w:val="00E028A3"/>
    <w:rsid w:val="00E1110A"/>
    <w:rsid w:val="00E11898"/>
    <w:rsid w:val="00E129BC"/>
    <w:rsid w:val="00E16A71"/>
    <w:rsid w:val="00E1741C"/>
    <w:rsid w:val="00E3218B"/>
    <w:rsid w:val="00E33C04"/>
    <w:rsid w:val="00E5611E"/>
    <w:rsid w:val="00E62983"/>
    <w:rsid w:val="00E63EEF"/>
    <w:rsid w:val="00E725D6"/>
    <w:rsid w:val="00E965D0"/>
    <w:rsid w:val="00EA20B9"/>
    <w:rsid w:val="00EA3CB0"/>
    <w:rsid w:val="00EA4C9F"/>
    <w:rsid w:val="00EC6BBB"/>
    <w:rsid w:val="00ED236C"/>
    <w:rsid w:val="00ED4AFA"/>
    <w:rsid w:val="00ED5953"/>
    <w:rsid w:val="00EE0165"/>
    <w:rsid w:val="00EE2735"/>
    <w:rsid w:val="00EE4107"/>
    <w:rsid w:val="00EE5CD1"/>
    <w:rsid w:val="00EF6FEF"/>
    <w:rsid w:val="00F0739E"/>
    <w:rsid w:val="00F11076"/>
    <w:rsid w:val="00F13BC6"/>
    <w:rsid w:val="00F158E9"/>
    <w:rsid w:val="00F17DE7"/>
    <w:rsid w:val="00F201C4"/>
    <w:rsid w:val="00F27818"/>
    <w:rsid w:val="00F32A8F"/>
    <w:rsid w:val="00F404A4"/>
    <w:rsid w:val="00F415F2"/>
    <w:rsid w:val="00F417E9"/>
    <w:rsid w:val="00F45041"/>
    <w:rsid w:val="00F535B9"/>
    <w:rsid w:val="00F56ED9"/>
    <w:rsid w:val="00F62621"/>
    <w:rsid w:val="00F62CA8"/>
    <w:rsid w:val="00F66034"/>
    <w:rsid w:val="00F661DB"/>
    <w:rsid w:val="00F707E5"/>
    <w:rsid w:val="00F70C91"/>
    <w:rsid w:val="00F73DA0"/>
    <w:rsid w:val="00F741B4"/>
    <w:rsid w:val="00F75157"/>
    <w:rsid w:val="00F769CD"/>
    <w:rsid w:val="00F82FF0"/>
    <w:rsid w:val="00F85F89"/>
    <w:rsid w:val="00FA3E9B"/>
    <w:rsid w:val="00FB3055"/>
    <w:rsid w:val="00FB46B0"/>
    <w:rsid w:val="00FC4C4C"/>
    <w:rsid w:val="00FC52C9"/>
    <w:rsid w:val="00FD2A9B"/>
    <w:rsid w:val="00FD2F91"/>
    <w:rsid w:val="00FE1FFC"/>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 w:type="character" w:styleId="Lahendamatamainimine">
    <w:name w:val="Unresolved Mention"/>
    <w:basedOn w:val="Liguvaikefont"/>
    <w:uiPriority w:val="99"/>
    <w:semiHidden/>
    <w:unhideWhenUsed/>
    <w:rsid w:val="003C6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käskkiri logoga.dot</Template>
  <TotalTime>33</TotalTime>
  <Pages>3</Pages>
  <Words>1081</Words>
  <Characters>7721</Characters>
  <Application>Microsoft Office Word</Application>
  <DocSecurity>0</DocSecurity>
  <Lines>64</Lines>
  <Paragraphs>17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36</cp:revision>
  <cp:lastPrinted>2025-02-06T07:14:00Z</cp:lastPrinted>
  <dcterms:created xsi:type="dcterms:W3CDTF">2025-03-17T12:45:00Z</dcterms:created>
  <dcterms:modified xsi:type="dcterms:W3CDTF">2025-03-24T08:19:00Z</dcterms:modified>
</cp:coreProperties>
</file>